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3429268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B7A2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B7A29">
        <w:rPr>
          <w:rFonts w:ascii="Corbel" w:hAnsi="Corbel"/>
          <w:bCs/>
          <w:i/>
        </w:rPr>
        <w:t>23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5D72222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D8">
        <w:rPr>
          <w:rFonts w:ascii="Corbel" w:hAnsi="Corbel"/>
          <w:i/>
          <w:smallCaps/>
          <w:sz w:val="24"/>
          <w:szCs w:val="24"/>
        </w:rPr>
        <w:t>2024-2027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6699700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557">
        <w:rPr>
          <w:rFonts w:ascii="Corbel" w:hAnsi="Corbel"/>
          <w:sz w:val="20"/>
          <w:szCs w:val="20"/>
        </w:rPr>
        <w:t>202</w:t>
      </w:r>
      <w:r w:rsidR="004500D8">
        <w:rPr>
          <w:rFonts w:ascii="Corbel" w:hAnsi="Corbel"/>
          <w:sz w:val="20"/>
          <w:szCs w:val="20"/>
        </w:rPr>
        <w:t>4</w:t>
      </w:r>
      <w:r w:rsidR="001D2557">
        <w:rPr>
          <w:rFonts w:ascii="Corbel" w:hAnsi="Corbel"/>
          <w:sz w:val="20"/>
          <w:szCs w:val="20"/>
        </w:rPr>
        <w:t>/202</w:t>
      </w:r>
      <w:r w:rsidR="004500D8">
        <w:rPr>
          <w:rFonts w:ascii="Corbel" w:hAnsi="Corbel"/>
          <w:sz w:val="20"/>
          <w:szCs w:val="20"/>
        </w:rPr>
        <w:t>5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467B83AA" w:rsidR="0085747A" w:rsidRPr="009C54AE" w:rsidRDefault="00AE4D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5F7DE81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4C76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794A5FD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590F8378" w:rsidR="0085747A" w:rsidRPr="0012559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59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217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12559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2559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24CAD6FF" w:rsidR="0085747A" w:rsidRPr="0012559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59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C34D9" w:rsidRPr="0012559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28B0DA88" w:rsidR="0085747A" w:rsidRPr="0012559E" w:rsidRDefault="00A21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12559E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F2CCD" w:rsidRPr="0012559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152B" w:rsidRPr="0012559E"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12559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59E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8BE7A2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EFF4F3D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A18E397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DA4EBE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5E5C98AA" w:rsidR="009C54AE" w:rsidRDefault="00E22FBC" w:rsidP="006103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103D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60A3EE1B" w:rsidR="0085747A" w:rsidRPr="009C54AE" w:rsidRDefault="00C80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</w:t>
            </w:r>
            <w:r w:rsidR="00334A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334A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„Wprowadzenie do</w:t>
            </w:r>
            <w:r w:rsidR="00DE5A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34302"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9C54AE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7223B50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  <w:r w:rsidR="001111E6" w:rsidRPr="001111E6">
              <w:rPr>
                <w:rFonts w:ascii="Corbel" w:hAnsi="Corbel"/>
                <w:sz w:val="24"/>
                <w:szCs w:val="24"/>
              </w:rPr>
              <w:t xml:space="preserve"> </w:t>
            </w:r>
            <w:r w:rsidR="001111E6" w:rsidRPr="001111E6">
              <w:rPr>
                <w:rFonts w:ascii="Corbel" w:hAnsi="Corbel"/>
                <w:sz w:val="24"/>
                <w:szCs w:val="24"/>
              </w:rPr>
              <w:t>Znaczenie badań z zakresu psychologii rozwoju</w:t>
            </w:r>
            <w:r w:rsidR="001111E6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="001111E6" w:rsidRPr="001111E6">
              <w:rPr>
                <w:rFonts w:ascii="Corbel" w:hAnsi="Corbel"/>
                <w:sz w:val="24"/>
                <w:szCs w:val="24"/>
              </w:rPr>
              <w:t xml:space="preserve"> dla</w:t>
            </w:r>
            <w:r w:rsidR="001111E6">
              <w:rPr>
                <w:rFonts w:ascii="Corbel" w:hAnsi="Corbel"/>
                <w:sz w:val="24"/>
                <w:szCs w:val="24"/>
              </w:rPr>
              <w:t xml:space="preserve"> pedagogiki.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0D2F512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 xml:space="preserve">Pojęcie rozwoju i zmiany rozwojowej. </w:t>
            </w:r>
            <w:r w:rsidR="001111E6">
              <w:rPr>
                <w:rFonts w:ascii="Corbel" w:hAnsi="Corbel"/>
              </w:rPr>
              <w:t>O</w:t>
            </w:r>
            <w:r w:rsidR="001111E6" w:rsidRPr="001111E6">
              <w:rPr>
                <w:rFonts w:ascii="Corbel" w:hAnsi="Corbel"/>
              </w:rPr>
              <w:t xml:space="preserve">gólne prawidłowości </w:t>
            </w:r>
            <w:r w:rsidR="001111E6">
              <w:rPr>
                <w:rFonts w:ascii="Corbel" w:hAnsi="Corbel"/>
              </w:rPr>
              <w:t xml:space="preserve">rozwoju psychicznego. </w:t>
            </w:r>
            <w:r w:rsidRPr="00FD7474">
              <w:rPr>
                <w:rFonts w:ascii="Corbel" w:hAnsi="Corbel"/>
              </w:rPr>
              <w:t>Czynniki rozwoju: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29335E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Periodyzacja rozwoju psychicznego człowieka. </w:t>
            </w:r>
            <w:r w:rsidR="00A82220" w:rsidRPr="00A82220">
              <w:rPr>
                <w:rFonts w:ascii="Corbel" w:hAnsi="Corbel"/>
              </w:rPr>
              <w:t>Ogólna charakterystyka er i okresów rozwoju.</w:t>
            </w:r>
            <w:r w:rsidR="00A82220">
              <w:rPr>
                <w:rFonts w:ascii="Corbel" w:hAnsi="Corbel"/>
              </w:rPr>
              <w:t xml:space="preserve"> </w:t>
            </w:r>
            <w:r w:rsidRPr="00FD7474">
              <w:rPr>
                <w:rFonts w:ascii="Corbel" w:hAnsi="Corbel"/>
              </w:rPr>
              <w:t>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42EECDF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0E827E3E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  <w:r w:rsidR="008C3ED8">
              <w:t xml:space="preserve"> </w:t>
            </w:r>
            <w:r w:rsidR="008C3ED8" w:rsidRPr="008C3ED8">
              <w:rPr>
                <w:rFonts w:ascii="Corbel" w:hAnsi="Corbel"/>
              </w:rPr>
              <w:t>Przywiązanie.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5F434EF4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Wiek przedszkolny. </w:t>
            </w:r>
            <w:r w:rsidR="006378DF" w:rsidRPr="006378DF">
              <w:rPr>
                <w:rFonts w:ascii="Corbel" w:hAnsi="Corbel"/>
              </w:rPr>
              <w:t xml:space="preserve">Stadium przedoperacyjne w myśleniu. Kształtowanie się uwagi dowolnej u dziecka. Rozwój emocjonalny. Rozwój społeczny. Pierwsze przejawy moralności dziecka. Zabawy w wieku przedszkolnym. </w:t>
            </w:r>
            <w:r w:rsidRPr="00FD7474">
              <w:rPr>
                <w:rFonts w:ascii="Corbel" w:hAnsi="Corbel"/>
              </w:rPr>
              <w:t>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706A494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Młodszy wiek szkolny. </w:t>
            </w:r>
            <w:r w:rsidR="006378DF" w:rsidRPr="006378DF">
              <w:rPr>
                <w:rFonts w:ascii="Corbel" w:hAnsi="Corbel"/>
              </w:rPr>
              <w:t>Operacje konkretne w myśleniu. Rozwój emocji i uczuć dziecka w wieku szkolnym. Rozwój społeczny i moralny. Rola ucznia/ uczennicy.</w:t>
            </w:r>
            <w:r w:rsidRPr="00FD7474">
              <w:rPr>
                <w:rFonts w:ascii="Corbel" w:hAnsi="Corbel"/>
              </w:rPr>
              <w:t xml:space="preserve"> Sposoby wywierania i przetwarzania wpływów wychowawczych</w:t>
            </w:r>
            <w:r w:rsidR="006378DF">
              <w:rPr>
                <w:rFonts w:ascii="Corbel" w:hAnsi="Corbel"/>
              </w:rPr>
              <w:t>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4F819AB5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Adolescencja. </w:t>
            </w:r>
            <w:r w:rsidR="006378DF" w:rsidRPr="006378DF">
              <w:rPr>
                <w:rFonts w:ascii="Corbel" w:hAnsi="Corbel"/>
              </w:rPr>
              <w:t xml:space="preserve">Skok </w:t>
            </w:r>
            <w:proofErr w:type="spellStart"/>
            <w:r w:rsidR="006378DF" w:rsidRPr="006378DF">
              <w:rPr>
                <w:rFonts w:ascii="Corbel" w:hAnsi="Corbel"/>
              </w:rPr>
              <w:t>pokwitaniowy</w:t>
            </w:r>
            <w:proofErr w:type="spellEnd"/>
            <w:r w:rsidR="006378DF" w:rsidRPr="006378DF">
              <w:rPr>
                <w:rFonts w:ascii="Corbel" w:hAnsi="Corbel"/>
              </w:rPr>
              <w:t>. Najważniejsze zmiany procesów poznawczych, rozwój emocjonalny, społeczny i osobowościowy. Dojrzewanie psychoseksualne. Kryzys tożsamości i jego rozwiązanie.</w:t>
            </w:r>
            <w:r w:rsidR="006378DF">
              <w:rPr>
                <w:rFonts w:ascii="Corbel" w:hAnsi="Corbel"/>
              </w:rPr>
              <w:t xml:space="preserve"> Wspieranie rozwoju nastolatków.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412903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Przejawy rozwoju człowieka dorosłego. Wczesna, środkowa i późna dorosłość. Wchodzenie w dorosłość – podejmowanie nowych ról rodzinnych i zawodowych. </w:t>
            </w:r>
            <w:r w:rsidR="00487E1F" w:rsidRPr="00487E1F">
              <w:rPr>
                <w:rFonts w:ascii="Corbel" w:hAnsi="Corbel"/>
              </w:rPr>
              <w:t xml:space="preserve">Myślenie </w:t>
            </w:r>
            <w:proofErr w:type="spellStart"/>
            <w:r w:rsidR="00487E1F" w:rsidRPr="00487E1F">
              <w:rPr>
                <w:rFonts w:ascii="Corbel" w:hAnsi="Corbel"/>
              </w:rPr>
              <w:t>postformalne</w:t>
            </w:r>
            <w:proofErr w:type="spellEnd"/>
            <w:r w:rsidR="00487E1F" w:rsidRPr="00487E1F">
              <w:rPr>
                <w:rFonts w:ascii="Corbel" w:hAnsi="Corbel"/>
              </w:rPr>
              <w:t>. Kryteria dojrzałej osobowości. Relacje rodzinne i zawodowe. Kryzys połowy życia. Adaptacja do starzenia się i starości. Doświadczenie żałoby.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F69DA1B" w14:textId="77777777" w:rsidR="001111E6" w:rsidRPr="001C67B0" w:rsidRDefault="00153C41" w:rsidP="001111E6">
      <w:pPr>
        <w:pStyle w:val="Punktygwne"/>
        <w:spacing w:before="0" w:after="160"/>
        <w:jc w:val="both"/>
        <w:rPr>
          <w:rFonts w:ascii="Corbel" w:hAnsi="Corbel"/>
          <w:b w:val="0"/>
          <w:iCs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bookmarkStart w:id="0" w:name="_Hlk176857588"/>
      <w:r w:rsidR="001111E6" w:rsidRPr="0047134B">
        <w:rPr>
          <w:rFonts w:ascii="Corbel" w:hAnsi="Corbel"/>
          <w:b w:val="0"/>
          <w:iCs/>
          <w:smallCaps w:val="0"/>
          <w:szCs w:val="24"/>
          <w:u w:val="single"/>
        </w:rPr>
        <w:t>Wykład</w:t>
      </w:r>
      <w:r w:rsidR="001111E6" w:rsidRPr="001C67B0">
        <w:rPr>
          <w:rFonts w:ascii="Corbel" w:hAnsi="Corbel"/>
          <w:b w:val="0"/>
          <w:iCs/>
          <w:smallCaps w:val="0"/>
          <w:szCs w:val="24"/>
        </w:rPr>
        <w:t>: wykład problemowy, wykład z prezentacją multimedialną.</w:t>
      </w:r>
    </w:p>
    <w:p w14:paraId="1AE12D87" w14:textId="77777777" w:rsidR="001111E6" w:rsidRPr="001C67B0" w:rsidRDefault="001111E6" w:rsidP="001111E6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7134B">
        <w:rPr>
          <w:rFonts w:ascii="Corbel" w:hAnsi="Corbel"/>
          <w:b w:val="0"/>
          <w:iCs/>
          <w:smallCaps w:val="0"/>
          <w:szCs w:val="24"/>
          <w:u w:val="single"/>
        </w:rPr>
        <w:t>Ćwiczenia</w:t>
      </w:r>
      <w:r w:rsidRPr="001C67B0">
        <w:rPr>
          <w:rFonts w:ascii="Corbel" w:hAnsi="Corbel"/>
          <w:b w:val="0"/>
          <w:iCs/>
          <w:smallCaps w:val="0"/>
          <w:szCs w:val="24"/>
        </w:rPr>
        <w:t>: analiza tekstów z dyskusją, praca w grupach (studium przypadku, dyskusja, burza mózgów).</w:t>
      </w:r>
    </w:p>
    <w:bookmarkEnd w:id="0"/>
    <w:p w14:paraId="29D3905F" w14:textId="4B9C674A" w:rsidR="00E960BB" w:rsidRDefault="00E960BB" w:rsidP="001111E6">
      <w:pPr>
        <w:pStyle w:val="Punktygwne"/>
        <w:spacing w:after="0"/>
        <w:jc w:val="both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2DF956FF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05D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87E43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6729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549955A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90B19">
              <w:rPr>
                <w:rFonts w:ascii="Corbel" w:hAnsi="Corbel"/>
                <w:b w:val="0"/>
                <w:szCs w:val="24"/>
              </w:rPr>
              <w:t>., ćw.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087E43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1AD029B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90B19">
              <w:rPr>
                <w:rFonts w:ascii="Corbel" w:hAnsi="Corbel"/>
                <w:b w:val="0"/>
                <w:szCs w:val="24"/>
              </w:rPr>
              <w:t>., ćw.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6D570BD8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990B1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F6E3CDA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990B19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10B7C1D2" w14:textId="163F82C3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  <w:u w:val="single"/>
              </w:rPr>
              <w:t>Wykład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egzamin pisemny w formie testu:</w:t>
            </w:r>
          </w:p>
          <w:p w14:paraId="7493610A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wiedza)</w:t>
            </w:r>
          </w:p>
          <w:p w14:paraId="54FEAEF9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z drobnymi błędami)</w:t>
            </w:r>
          </w:p>
          <w:p w14:paraId="498B677D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040E08DF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2976FA0D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 z licznymi błędami)</w:t>
            </w:r>
          </w:p>
          <w:p w14:paraId="5463908D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wiedza, liczne błędy).</w:t>
            </w:r>
          </w:p>
          <w:p w14:paraId="0AAD442C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41D0262" w14:textId="5831D407" w:rsidR="00523AF0" w:rsidRPr="00523AF0" w:rsidRDefault="00523AF0" w:rsidP="00523A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  <w:u w:val="single"/>
              </w:rPr>
              <w:t>Ćwiczenia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aktywność w trakcie zajęć, analiza jakościowa odpowiedzi na pytania kolokwium zaliczeniowego, analiza jakościowa pracy pisemnej:</w:t>
            </w:r>
          </w:p>
          <w:p w14:paraId="57F13E7F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wiedza)</w:t>
            </w:r>
          </w:p>
          <w:p w14:paraId="5CF76042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z drobnymi błędami)</w:t>
            </w:r>
          </w:p>
          <w:p w14:paraId="1934A0D1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130A276D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07974E9A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lastRenderedPageBreak/>
              <w:t>ocena 3.0 – wykazuje znajomość efektów uczenia się na poziomie 60%-68% (zadowalająca wiedza z licznymi błędami)</w:t>
            </w:r>
          </w:p>
          <w:p w14:paraId="52AF20CB" w14:textId="77777777" w:rsidR="00523AF0" w:rsidRPr="00523AF0" w:rsidRDefault="00523AF0" w:rsidP="00523AF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wiedza, liczne błędy).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29B7EF2C" w:rsidR="0085747A" w:rsidRPr="009C54AE" w:rsidRDefault="00C61DC5" w:rsidP="00EB7A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68BE1EAA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36E78A" w14:textId="77777777" w:rsidR="009E267C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11D90A11" w:rsidR="00C61DC5" w:rsidRPr="009C54AE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0B07A50B" w14:textId="77777777" w:rsidR="00523AF0" w:rsidRDefault="00523AF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C33058B" w14:textId="593E1C80" w:rsidR="009E267C" w:rsidRDefault="00523AF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E94F6E" w14:textId="0984A673" w:rsidR="00C61DC5" w:rsidRPr="009C54AE" w:rsidRDefault="00523AF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36E279D" w14:textId="77777777" w:rsidR="00C61DC5" w:rsidRDefault="00C61DC5" w:rsidP="005255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55E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5E728AB" w14:textId="586A063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4C6B029D" w14:textId="2950444A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E716C0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ACCDCD2" w14:textId="181FD7A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5D2F3BEF" w14:textId="452D1AE1" w:rsidR="003C55BD" w:rsidRPr="009C54AE" w:rsidRDefault="003C55BD" w:rsidP="003C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14:paraId="69B01998" w14:textId="648EBA00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2AA93" w14:textId="0FAD1A03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18D6F" w14:textId="449A1890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E267C">
              <w:rPr>
                <w:rFonts w:ascii="Corbel" w:hAnsi="Corbel"/>
                <w:sz w:val="24"/>
                <w:szCs w:val="24"/>
              </w:rPr>
              <w:t>0</w:t>
            </w:r>
          </w:p>
          <w:p w14:paraId="24535311" w14:textId="41B606F7" w:rsidR="003C55BD" w:rsidRDefault="00523AF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8E674" w14:textId="1FA97603" w:rsidR="003C55BD" w:rsidRDefault="00523AF0" w:rsidP="00FD62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81B2367" w14:textId="0722AD96" w:rsidR="003C55BD" w:rsidRPr="009C54AE" w:rsidRDefault="003C55BD" w:rsidP="003C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7E9FF745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2717B9D4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ECA4A4" w14:textId="77777777" w:rsidR="00F73BA3" w:rsidRDefault="00F73B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A4D7640" w14:textId="29A8D72A" w:rsidR="00F73BA3" w:rsidRPr="00D50243" w:rsidRDefault="009A623D" w:rsidP="00F73BA3">
            <w:pPr>
              <w:pStyle w:val="Punktygwne"/>
              <w:spacing w:before="0" w:after="1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</w:t>
            </w:r>
            <w:r w:rsidR="00D60B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D60B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6F20C4C5" w14:textId="66C772FF" w:rsidR="009A623D" w:rsidRPr="009C54AE" w:rsidRDefault="009A623D" w:rsidP="00F73BA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</w:t>
            </w:r>
            <w:r w:rsidR="00D60B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D60BF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człowieka: podręcznik akademicki</w:t>
            </w: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2C88EB" w14:textId="016277C1" w:rsidR="00F40927" w:rsidRPr="00F40927" w:rsidRDefault="00F40927" w:rsidP="00F40927">
            <w:pPr>
              <w:spacing w:after="16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40927">
              <w:rPr>
                <w:rFonts w:ascii="Corbel" w:hAnsi="Corbel"/>
                <w:sz w:val="24"/>
                <w:szCs w:val="24"/>
              </w:rPr>
              <w:t>Bowlby</w:t>
            </w:r>
            <w:proofErr w:type="spellEnd"/>
            <w:r w:rsidRPr="00F40927">
              <w:rPr>
                <w:rFonts w:ascii="Corbel" w:hAnsi="Corbel"/>
                <w:sz w:val="24"/>
                <w:szCs w:val="24"/>
              </w:rPr>
              <w:t xml:space="preserve">, J. (2016). </w:t>
            </w:r>
            <w:r w:rsidRPr="00F40927">
              <w:rPr>
                <w:rFonts w:ascii="Corbel" w:hAnsi="Corbel"/>
                <w:i/>
                <w:iCs/>
                <w:sz w:val="24"/>
                <w:szCs w:val="24"/>
              </w:rPr>
              <w:t>Przywiązanie</w:t>
            </w:r>
            <w:r w:rsidRPr="00F40927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F40927">
              <w:rPr>
                <w:rFonts w:ascii="Corbel" w:hAnsi="Corbel"/>
                <w:sz w:val="24"/>
                <w:szCs w:val="24"/>
              </w:rPr>
              <w:t xml:space="preserve"> Wydawnictwo Naukowe PWN.</w:t>
            </w: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Poznań: Wydawnictwo Media Rodzina.</w:t>
            </w:r>
          </w:p>
          <w:p w14:paraId="73A01301" w14:textId="77777777" w:rsidR="00D60BF6" w:rsidRDefault="00D60B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16B9B60" w14:textId="47DFCE0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Gordon, T. (2007).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Instytut Wydawniczy PAX.</w:t>
            </w:r>
          </w:p>
          <w:p w14:paraId="027D70E1" w14:textId="77777777" w:rsidR="00D60BF6" w:rsidRDefault="00D60B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084ED33" w14:textId="29104A4D" w:rsidR="00D60BF6" w:rsidRDefault="00652B1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Gosztyła, T.,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Prokopiak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A., Pasternak, J. (2019). Radzenie sobie ze stresem a rozwój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potraumatyczny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rodziców dzieci ze spektrum autyzmu. Edukacja-Technika-Informatyka, nr </w:t>
            </w:r>
            <w:proofErr w:type="spellStart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specj</w:t>
            </w:r>
            <w:proofErr w:type="spellEnd"/>
            <w:r w:rsidRPr="001F3E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1, 46-52.</w:t>
            </w:r>
          </w:p>
          <w:p w14:paraId="207C67E3" w14:textId="77777777" w:rsidR="00652B17" w:rsidRPr="009A623D" w:rsidRDefault="00652B1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Hoffman, M.L. (2006).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Empatia i rozwój moralny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55567F58" w14:textId="77777777" w:rsidR="00D60BF6" w:rsidRDefault="00D60BF6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C5D8829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Oleś, P. K. (2014).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człowieka dorosłego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</w:t>
            </w:r>
          </w:p>
          <w:p w14:paraId="71DE0FB8" w14:textId="77777777" w:rsidR="00D60BF6" w:rsidRPr="00D50243" w:rsidRDefault="00D60BF6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H.R. (2014). </w:t>
            </w:r>
            <w:r w:rsidRPr="00D60B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dziecka</w:t>
            </w: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Naukowe PWN.</w:t>
            </w:r>
          </w:p>
          <w:p w14:paraId="747866F4" w14:textId="1C1C1C89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CD8F0" w14:textId="77777777" w:rsidR="00D3236D" w:rsidRDefault="00D3236D" w:rsidP="00C16ABF">
      <w:pPr>
        <w:spacing w:after="0" w:line="240" w:lineRule="auto"/>
      </w:pPr>
      <w:r>
        <w:separator/>
      </w:r>
    </w:p>
  </w:endnote>
  <w:endnote w:type="continuationSeparator" w:id="0">
    <w:p w14:paraId="37EA0D1E" w14:textId="77777777" w:rsidR="00D3236D" w:rsidRDefault="00D323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05C22" w14:textId="77777777" w:rsidR="00D3236D" w:rsidRDefault="00D3236D" w:rsidP="00C16ABF">
      <w:pPr>
        <w:spacing w:after="0" w:line="240" w:lineRule="auto"/>
      </w:pPr>
      <w:r>
        <w:separator/>
      </w:r>
    </w:p>
  </w:footnote>
  <w:footnote w:type="continuationSeparator" w:id="0">
    <w:p w14:paraId="06D25083" w14:textId="77777777" w:rsidR="00D3236D" w:rsidRDefault="00D3236D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33021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C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899"/>
    <w:rsid w:val="000835F6"/>
    <w:rsid w:val="00084C12"/>
    <w:rsid w:val="00087E43"/>
    <w:rsid w:val="0009353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1E6"/>
    <w:rsid w:val="00124BFF"/>
    <w:rsid w:val="0012559E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3F8F"/>
    <w:rsid w:val="00176083"/>
    <w:rsid w:val="001770C7"/>
    <w:rsid w:val="00192F37"/>
    <w:rsid w:val="00193629"/>
    <w:rsid w:val="001A70D2"/>
    <w:rsid w:val="001B63AE"/>
    <w:rsid w:val="001D2557"/>
    <w:rsid w:val="001D657B"/>
    <w:rsid w:val="001D7B54"/>
    <w:rsid w:val="001E0209"/>
    <w:rsid w:val="001F2CA2"/>
    <w:rsid w:val="00212A47"/>
    <w:rsid w:val="002144C0"/>
    <w:rsid w:val="0022477D"/>
    <w:rsid w:val="002278A9"/>
    <w:rsid w:val="00231136"/>
    <w:rsid w:val="002336F9"/>
    <w:rsid w:val="0024028F"/>
    <w:rsid w:val="00244ABC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34AD9"/>
    <w:rsid w:val="00346FE9"/>
    <w:rsid w:val="0034759A"/>
    <w:rsid w:val="003503F6"/>
    <w:rsid w:val="003530DD"/>
    <w:rsid w:val="00363F78"/>
    <w:rsid w:val="0039341B"/>
    <w:rsid w:val="00395265"/>
    <w:rsid w:val="003A0A5B"/>
    <w:rsid w:val="003A1176"/>
    <w:rsid w:val="003C0BAE"/>
    <w:rsid w:val="003C196D"/>
    <w:rsid w:val="003C55B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00D8"/>
    <w:rsid w:val="00454426"/>
    <w:rsid w:val="0045729E"/>
    <w:rsid w:val="00461EFC"/>
    <w:rsid w:val="004652C2"/>
    <w:rsid w:val="004706D1"/>
    <w:rsid w:val="00471326"/>
    <w:rsid w:val="0047598D"/>
    <w:rsid w:val="004840FD"/>
    <w:rsid w:val="00487E1F"/>
    <w:rsid w:val="00490F7D"/>
    <w:rsid w:val="00491678"/>
    <w:rsid w:val="00495AAA"/>
    <w:rsid w:val="004968E2"/>
    <w:rsid w:val="004A3EEA"/>
    <w:rsid w:val="004A4971"/>
    <w:rsid w:val="004A4D1F"/>
    <w:rsid w:val="004B6564"/>
    <w:rsid w:val="004D06E7"/>
    <w:rsid w:val="004D5282"/>
    <w:rsid w:val="004E422C"/>
    <w:rsid w:val="004F1551"/>
    <w:rsid w:val="004F55A3"/>
    <w:rsid w:val="0050496F"/>
    <w:rsid w:val="00513B6F"/>
    <w:rsid w:val="00517C63"/>
    <w:rsid w:val="00523AF0"/>
    <w:rsid w:val="005255E4"/>
    <w:rsid w:val="00526C94"/>
    <w:rsid w:val="00534302"/>
    <w:rsid w:val="005363C4"/>
    <w:rsid w:val="00536BDE"/>
    <w:rsid w:val="00543ACC"/>
    <w:rsid w:val="005577D3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05D70"/>
    <w:rsid w:val="0061029B"/>
    <w:rsid w:val="006103D0"/>
    <w:rsid w:val="00617230"/>
    <w:rsid w:val="00621CE1"/>
    <w:rsid w:val="00627FC9"/>
    <w:rsid w:val="006378DF"/>
    <w:rsid w:val="00647FA8"/>
    <w:rsid w:val="00650C5F"/>
    <w:rsid w:val="00652B17"/>
    <w:rsid w:val="006546D7"/>
    <w:rsid w:val="00654934"/>
    <w:rsid w:val="006620D9"/>
    <w:rsid w:val="00671958"/>
    <w:rsid w:val="00675843"/>
    <w:rsid w:val="006767A8"/>
    <w:rsid w:val="00696477"/>
    <w:rsid w:val="006B4F89"/>
    <w:rsid w:val="006B6B58"/>
    <w:rsid w:val="006B7119"/>
    <w:rsid w:val="006C53FC"/>
    <w:rsid w:val="006D050F"/>
    <w:rsid w:val="006D6139"/>
    <w:rsid w:val="006E5D65"/>
    <w:rsid w:val="006E6242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77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3ED8"/>
    <w:rsid w:val="008C5147"/>
    <w:rsid w:val="008C5359"/>
    <w:rsid w:val="008C5363"/>
    <w:rsid w:val="008D3DFB"/>
    <w:rsid w:val="008D6524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0B19"/>
    <w:rsid w:val="00997F14"/>
    <w:rsid w:val="009A623D"/>
    <w:rsid w:val="009A78CD"/>
    <w:rsid w:val="009A78D9"/>
    <w:rsid w:val="009C1331"/>
    <w:rsid w:val="009C3BD5"/>
    <w:rsid w:val="009C3E31"/>
    <w:rsid w:val="009C54AE"/>
    <w:rsid w:val="009C788E"/>
    <w:rsid w:val="009E267C"/>
    <w:rsid w:val="009E3B41"/>
    <w:rsid w:val="009F2380"/>
    <w:rsid w:val="009F3C5C"/>
    <w:rsid w:val="009F4610"/>
    <w:rsid w:val="009F5331"/>
    <w:rsid w:val="00A00ECC"/>
    <w:rsid w:val="00A04CB9"/>
    <w:rsid w:val="00A155EE"/>
    <w:rsid w:val="00A217DF"/>
    <w:rsid w:val="00A220D2"/>
    <w:rsid w:val="00A2245B"/>
    <w:rsid w:val="00A30110"/>
    <w:rsid w:val="00A319E0"/>
    <w:rsid w:val="00A34C76"/>
    <w:rsid w:val="00A36899"/>
    <w:rsid w:val="00A371F6"/>
    <w:rsid w:val="00A43BF6"/>
    <w:rsid w:val="00A53FA5"/>
    <w:rsid w:val="00A54817"/>
    <w:rsid w:val="00A601C8"/>
    <w:rsid w:val="00A60799"/>
    <w:rsid w:val="00A7732B"/>
    <w:rsid w:val="00A82220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4D37"/>
    <w:rsid w:val="00AE5FCB"/>
    <w:rsid w:val="00AF2A5F"/>
    <w:rsid w:val="00AF2C1E"/>
    <w:rsid w:val="00AF64F8"/>
    <w:rsid w:val="00B06142"/>
    <w:rsid w:val="00B135B1"/>
    <w:rsid w:val="00B17E4E"/>
    <w:rsid w:val="00B24277"/>
    <w:rsid w:val="00B3130B"/>
    <w:rsid w:val="00B40ADB"/>
    <w:rsid w:val="00B43B77"/>
    <w:rsid w:val="00B43E80"/>
    <w:rsid w:val="00B607DB"/>
    <w:rsid w:val="00B62516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2E77"/>
    <w:rsid w:val="00BE6880"/>
    <w:rsid w:val="00BF2C41"/>
    <w:rsid w:val="00C058B4"/>
    <w:rsid w:val="00C05F44"/>
    <w:rsid w:val="00C131B5"/>
    <w:rsid w:val="00C16ABF"/>
    <w:rsid w:val="00C170AE"/>
    <w:rsid w:val="00C22B2A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8093A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2764D"/>
    <w:rsid w:val="00D31F50"/>
    <w:rsid w:val="00D3236D"/>
    <w:rsid w:val="00D352C9"/>
    <w:rsid w:val="00D35DE2"/>
    <w:rsid w:val="00D425B2"/>
    <w:rsid w:val="00D428D6"/>
    <w:rsid w:val="00D552B2"/>
    <w:rsid w:val="00D57EEF"/>
    <w:rsid w:val="00D608D1"/>
    <w:rsid w:val="00D60BF6"/>
    <w:rsid w:val="00D65516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16C0"/>
    <w:rsid w:val="00E77E88"/>
    <w:rsid w:val="00E8107D"/>
    <w:rsid w:val="00E960BB"/>
    <w:rsid w:val="00E97DC8"/>
    <w:rsid w:val="00EA2074"/>
    <w:rsid w:val="00EA4832"/>
    <w:rsid w:val="00EA4C19"/>
    <w:rsid w:val="00EA4E9D"/>
    <w:rsid w:val="00EB1935"/>
    <w:rsid w:val="00EB7A29"/>
    <w:rsid w:val="00EC34D9"/>
    <w:rsid w:val="00EC4899"/>
    <w:rsid w:val="00ED03AB"/>
    <w:rsid w:val="00ED32D2"/>
    <w:rsid w:val="00EE32DE"/>
    <w:rsid w:val="00EE5457"/>
    <w:rsid w:val="00EF2DF3"/>
    <w:rsid w:val="00F070AB"/>
    <w:rsid w:val="00F17567"/>
    <w:rsid w:val="00F22CB4"/>
    <w:rsid w:val="00F27A7B"/>
    <w:rsid w:val="00F40927"/>
    <w:rsid w:val="00F52185"/>
    <w:rsid w:val="00F526AF"/>
    <w:rsid w:val="00F617C3"/>
    <w:rsid w:val="00F7066B"/>
    <w:rsid w:val="00F73BA3"/>
    <w:rsid w:val="00F83B28"/>
    <w:rsid w:val="00FA46E5"/>
    <w:rsid w:val="00FB7DBA"/>
    <w:rsid w:val="00FC1C25"/>
    <w:rsid w:val="00FC3F45"/>
    <w:rsid w:val="00FD503F"/>
    <w:rsid w:val="00FD629B"/>
    <w:rsid w:val="00FD7474"/>
    <w:rsid w:val="00FD7589"/>
    <w:rsid w:val="00FF011B"/>
    <w:rsid w:val="00FF016A"/>
    <w:rsid w:val="00FF1401"/>
    <w:rsid w:val="00FF1A76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29C67C2C-A921-462A-9DA2-DB3E0E3D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11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11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7451-775D-404E-8AE0-375B76D7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94</TotalTime>
  <Pages>6</Pages>
  <Words>1453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Gosztyła</cp:lastModifiedBy>
  <cp:revision>41</cp:revision>
  <cp:lastPrinted>2020-10-13T08:16:00Z</cp:lastPrinted>
  <dcterms:created xsi:type="dcterms:W3CDTF">2022-04-25T09:00:00Z</dcterms:created>
  <dcterms:modified xsi:type="dcterms:W3CDTF">2024-09-10T09:21:00Z</dcterms:modified>
</cp:coreProperties>
</file>